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7B84A" w14:textId="47787CA4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ANNEXE</w:t>
      </w:r>
      <w:r w:rsidR="00A92746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n°2</w:t>
      </w: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RELATIVE </w:t>
      </w:r>
    </w:p>
    <w:p w14:paraId="62C5958B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5106EB35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117A37CF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18BBB4BA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4BC8232D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741103B5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6350904D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FA48E4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37CB40F9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0B886AC0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0B73F682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7AC499E3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24BCB71C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76C97E8A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5B551657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087E61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11" w:history="1">
              <w:r w:rsidRPr="00150EA8">
                <w:rPr>
                  <w:rStyle w:val="Lienhypertexte"/>
                  <w:b/>
                </w:rPr>
                <w:t>le site du </w:t>
              </w:r>
              <w:proofErr w:type="gramStart"/>
              <w:r w:rsidRPr="00150EA8">
                <w:rPr>
                  <w:rStyle w:val="Lienhypertexte"/>
                  <w:b/>
                </w:rPr>
                <w:t>Ministère de l’Éducation</w:t>
              </w:r>
              <w:proofErr w:type="gramEnd"/>
              <w:r w:rsidRPr="00150EA8">
                <w:rPr>
                  <w:rStyle w:val="Lienhypertexte"/>
                  <w:b/>
                </w:rPr>
                <w:t>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7FE507A8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12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63AF9F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63E9DBC3" wp14:editId="1DA0C652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A46EE8E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3E3AAD74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C1D1C3F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33D18650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081A746C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79F1000A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E502A5" wp14:editId="5BA33906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BAA93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2D9B714D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09E98D56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F565F94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6F9D8AFA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5B0172FA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FDFE11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38AF7F94DFD74839A2BDAC6C24509B8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ACB798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FD704A4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1A4B93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7631987" w14:textId="77777777" w:rsidR="00DE3B00" w:rsidRPr="00040D40" w:rsidRDefault="006E620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E3305FB968C2415391BC540FB8A8FE6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243AC830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6D9F50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C9DBAD1D887849EB816C8B053579162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29AB5BD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AEBDA32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E1E999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8895F99C467648F38592F306CCD8F340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6F688D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D4406DD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51E9E6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8961C3CEBF72453EAD40094696CA2C0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2AEF6E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5CE0EF1F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35C83689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16432D0B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C4271CC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5C146A69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63B19C7F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23ABE1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4E4DDE4C2A54126995FFA77CE388708"/>
              </w:placeholder>
              <w:showingPlcHdr/>
            </w:sdtPr>
            <w:sdtEndPr/>
            <w:sdtContent>
              <w:p w14:paraId="3585A90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B900B42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FCDAE1F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C00DB9C8CE404182B34D841D11C947B4"/>
              </w:placeholder>
              <w:showingPlcHdr/>
            </w:sdtPr>
            <w:sdtEndPr/>
            <w:sdtContent>
              <w:p w14:paraId="009DAA0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1EDE886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0CB87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82C3F680C8DD46799AA68F637D7CE028"/>
              </w:placeholder>
              <w:showingPlcHdr/>
            </w:sdtPr>
            <w:sdtEndPr/>
            <w:sdtContent>
              <w:p w14:paraId="230DC29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9D3CD86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7EFE5131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AD8004E8621A49F9A4792F0A4154FDA6"/>
              </w:placeholder>
              <w:showingPlcHdr/>
            </w:sdtPr>
            <w:sdtEndPr/>
            <w:sdtContent>
              <w:p w14:paraId="7D7DAFF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5382F20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807C33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13766F0EE8794C1AABC4662A2E792068"/>
              </w:placeholder>
              <w:showingPlcHdr/>
            </w:sdtPr>
            <w:sdtEndPr/>
            <w:sdtContent>
              <w:p w14:paraId="3529874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78E7994F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774A12A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18966338D53A4E03966AE2A2F7A8DC6D"/>
              </w:placeholder>
              <w:showingPlcHdr/>
            </w:sdtPr>
            <w:sdtEndPr/>
            <w:sdtContent>
              <w:p w14:paraId="4057871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F8BB724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67F15EDD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C3BF4CD4FA2D46E1BE71FE22931718A6"/>
              </w:placeholder>
              <w:showingPlcHdr/>
            </w:sdtPr>
            <w:sdtEndPr/>
            <w:sdtContent>
              <w:p w14:paraId="31D1252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9314549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DFDB5B8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3D66A994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23BDBA9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0C77C649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6845BAC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11CEE9BA172346D198FB6A9BEB2C39D4"/>
              </w:placeholder>
              <w:showingPlcHdr/>
            </w:sdtPr>
            <w:sdtEndPr/>
            <w:sdtContent>
              <w:p w14:paraId="3EBDA53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07C943A6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9FEA4CD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76123B98642347EE930E3EA6D852E7DD"/>
              </w:placeholder>
              <w:showingPlcHdr/>
            </w:sdtPr>
            <w:sdtEndPr/>
            <w:sdtContent>
              <w:p w14:paraId="690534D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67D5FB9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34F07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EE2D135AFDF748138F64D25BA152C35D"/>
              </w:placeholder>
              <w:showingPlcHdr/>
            </w:sdtPr>
            <w:sdtEndPr/>
            <w:sdtContent>
              <w:p w14:paraId="3CFA428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68100D0C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721E0E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699FBC90178742B6AB8E60DB6DB7D342"/>
              </w:placeholder>
              <w:showingPlcHdr/>
            </w:sdtPr>
            <w:sdtEndPr/>
            <w:sdtContent>
              <w:p w14:paraId="09BE640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2627DF7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AD18184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20346C77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78764D6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40CA5EC0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631DB7D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D8127369C50D41EDA6FB1681F87D789D"/>
              </w:placeholder>
              <w:showingPlcHdr/>
            </w:sdtPr>
            <w:sdtEndPr/>
            <w:sdtContent>
              <w:p w14:paraId="11BDFE1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7597022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A1B8C7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3950AACBC6724E95A3A29C8E9F79D549"/>
              </w:placeholder>
              <w:showingPlcHdr/>
            </w:sdtPr>
            <w:sdtEndPr/>
            <w:sdtContent>
              <w:p w14:paraId="0D3A79A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D8E14CC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2F7CE0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4F4FEEF560F645FAA6C0F2D97DA986DC"/>
              </w:placeholder>
              <w:showingPlcHdr/>
            </w:sdtPr>
            <w:sdtEndPr/>
            <w:sdtContent>
              <w:p w14:paraId="01D683E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8636941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EC0A994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1C2F9AD2413343D68B8F5FF70D991A08"/>
              </w:placeholder>
              <w:showingPlcHdr/>
            </w:sdtPr>
            <w:sdtEndPr/>
            <w:sdtContent>
              <w:p w14:paraId="703690F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36E44EB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18C9DE9F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0225C5DF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856A5F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F29D037" w14:textId="77777777" w:rsidR="00DE3B00" w:rsidRPr="00040D40" w:rsidRDefault="006E620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79BEF2440A4348D7B142EEEABECB303A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14:paraId="003E8248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E24A119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5E4538EA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>(</w:t>
            </w:r>
            <w:proofErr w:type="gramStart"/>
            <w:r w:rsidRPr="005213DB">
              <w:rPr>
                <w:i/>
                <w:szCs w:val="18"/>
              </w:rPr>
              <w:t>adresse</w:t>
            </w:r>
            <w:proofErr w:type="gramEnd"/>
            <w:r w:rsidRPr="005213DB">
              <w:rPr>
                <w:i/>
                <w:szCs w:val="18"/>
              </w:rPr>
              <w:t xml:space="preserve"> </w:t>
            </w:r>
            <w:proofErr w:type="gramStart"/>
            <w:r w:rsidRPr="005213DB">
              <w:rPr>
                <w:i/>
                <w:szCs w:val="18"/>
              </w:rPr>
              <w:t xml:space="preserve">postale)   </w:t>
            </w:r>
            <w:proofErr w:type="gramEnd"/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AB4F05E45BF347AB9F1419FA98DD94D3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0A54B17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3DE1C9D6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918BE39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CF8CE874FE194374951E1BCF8A2D4640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45468825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6E9814AD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A08DAC8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0BDDB6F" w14:textId="77777777" w:rsidR="00DE3B00" w:rsidRPr="00040D40" w:rsidRDefault="006E620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C20FDE0010044E5780DCF702B3E30484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165AED0C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B5E2B81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6B7DB0A" w14:textId="77777777" w:rsidR="00DE3B00" w:rsidRPr="00040D40" w:rsidRDefault="006E620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F3C7E92B1D5B4FB1A4AEA512969F661D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16E4A436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94493BE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2C0819FE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C7C6A55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7890D230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DD9FA51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3E64D57C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>(</w:t>
            </w:r>
            <w:proofErr w:type="gramStart"/>
            <w:r w:rsidRPr="005213DB">
              <w:rPr>
                <w:i/>
                <w:szCs w:val="18"/>
              </w:rPr>
              <w:t>adresse</w:t>
            </w:r>
            <w:proofErr w:type="gramEnd"/>
            <w:r w:rsidRPr="005213DB">
              <w:rPr>
                <w:i/>
                <w:szCs w:val="18"/>
              </w:rPr>
              <w:t xml:space="preserve"> postale, le cas </w:t>
            </w:r>
            <w:proofErr w:type="gramStart"/>
            <w:r w:rsidRPr="005213DB">
              <w:rPr>
                <w:i/>
                <w:szCs w:val="18"/>
              </w:rPr>
              <w:t xml:space="preserve">échéant)   </w:t>
            </w:r>
            <w:proofErr w:type="gramEnd"/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76A6F26622024D03A3CFDB773F471250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D5ECAA4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46485810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6DC68C1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9565519BAB9D4ED187B74D2976D7E7E0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30ABB4EB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71B5D6C7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0673C98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38C8ACD" w14:textId="77777777" w:rsidR="005213DB" w:rsidRPr="00040D40" w:rsidRDefault="006E6203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39DC5B2A9C3043EEA8677281828C73B1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3CF1A832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7FD7751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D75557" w14:textId="77777777" w:rsidR="005213DB" w:rsidRPr="00040D40" w:rsidRDefault="006E6203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680FF3B1722B4A0582B138A0AC473E14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1DCE6BD9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52657DAE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30C1A9C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3B1439DB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A936018" w14:textId="77777777" w:rsidR="00DE3B00" w:rsidRDefault="006E6203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22DA3111" w14:textId="77777777" w:rsidR="00DE3B00" w:rsidRDefault="006E6203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2799236E" w14:textId="77777777" w:rsidR="00DE3B00" w:rsidRDefault="006E6203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38F10D07" w14:textId="77777777" w:rsidR="00DE3B00" w:rsidRDefault="006E6203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128D85C2" w14:textId="77777777" w:rsidR="00DE3B00" w:rsidRDefault="006E6203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A513080" w14:textId="77777777" w:rsidR="00DE3B00" w:rsidRDefault="006E6203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77BE9436" w14:textId="77777777" w:rsidR="00DE3B00" w:rsidRDefault="006E6203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6548C32B" w14:textId="77777777" w:rsidR="00DE3B00" w:rsidRDefault="006E6203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337423A9" w14:textId="77777777" w:rsidR="00DE3B00" w:rsidRDefault="006E6203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0988D879" w14:textId="77777777" w:rsidR="00DE3B00" w:rsidRDefault="006E6203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1E557C5" w14:textId="77777777" w:rsidR="00DE3B00" w:rsidRDefault="006E6203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36651B26" w14:textId="77777777" w:rsidR="00DE3B00" w:rsidRDefault="006E6203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5FCF60F0" w14:textId="77777777" w:rsidR="00DE3B00" w:rsidRDefault="006E6203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31C6B2C0" w14:textId="77777777" w:rsidR="00DE3B00" w:rsidRDefault="006E6203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2EC4483E" w14:textId="77777777" w:rsidR="00DE3B00" w:rsidRDefault="006E6203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1997FFE7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1FC5D67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20C66537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8251CA174F8F447C932CCFF509CD1372"/>
              </w:placeholder>
            </w:sdtPr>
            <w:sdtEndPr/>
            <w:sdtContent>
              <w:p w14:paraId="7740FF55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1390457C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7625A72C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03F08AEE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D8B4C08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158F3CBA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E0E6C88" w14:textId="77777777" w:rsidR="00785006" w:rsidRDefault="006E6203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4A666D5B" w14:textId="77777777" w:rsidR="00785006" w:rsidRDefault="006E6203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567E0EA1" w14:textId="77777777" w:rsidR="00785006" w:rsidRDefault="006E6203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3D0416C6" w14:textId="77777777" w:rsidR="00785006" w:rsidRDefault="006E6203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0EA6D10" w14:textId="77777777" w:rsidR="00785006" w:rsidRDefault="006E6203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1C66F56D" w14:textId="77777777" w:rsidR="00785006" w:rsidRDefault="006E6203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34E21EAE" w14:textId="77777777" w:rsidR="00785006" w:rsidRDefault="006E6203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61BFC902" w14:textId="77777777" w:rsidR="00785006" w:rsidRDefault="006E6203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43C91BDE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3196DBC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719387AE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505F66AB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BA1D0499E3C94A7A94D2A089770A82D6"/>
              </w:placeholder>
              <w:showingPlcHdr/>
            </w:sdtPr>
            <w:sdtEndPr/>
            <w:sdtContent>
              <w:p w14:paraId="153EDEA8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27F07FB1" w14:textId="77777777" w:rsidR="00785006" w:rsidRDefault="00785006" w:rsidP="006A744F"/>
        </w:tc>
      </w:tr>
    </w:tbl>
    <w:p w14:paraId="76F27EE4" w14:textId="77777777" w:rsidR="00DE3B00" w:rsidRPr="00785006" w:rsidRDefault="005213DB" w:rsidP="00785006">
      <w:r>
        <w:br w:type="page"/>
      </w:r>
    </w:p>
    <w:p w14:paraId="4FFAE9B0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CF8727" wp14:editId="7780B330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83DC3D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" filled="f" strokecolor="#ffc000" strokeweight="2pt"/>
            </w:pict>
          </mc:Fallback>
        </mc:AlternateContent>
      </w:r>
    </w:p>
    <w:p w14:paraId="67E3DE53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2BD50ABE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5C9A33F3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2709E6C7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41E72C45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3182CF31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2C7C5C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656A511C0D8C432B9D09F04AD2E2F6C4"/>
              </w:placeholder>
            </w:sdtPr>
            <w:sdtEndPr/>
            <w:sdtContent>
              <w:p w14:paraId="64FBF8C0" w14:textId="77777777" w:rsidR="00DE3B00" w:rsidRPr="001015E2" w:rsidRDefault="00FD1876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Centre national d’enseignement à Distance (Cned)</w:t>
                </w:r>
              </w:p>
            </w:sdtContent>
          </w:sdt>
        </w:tc>
      </w:tr>
      <w:tr w:rsidR="00DE3B00" w:rsidRPr="00040D40" w14:paraId="32330A37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25364CB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14:paraId="544E78FE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</w:t>
            </w:r>
            <w:proofErr w:type="gramStart"/>
            <w:r w:rsidRPr="001015E2">
              <w:rPr>
                <w:i/>
                <w:sz w:val="16"/>
                <w:szCs w:val="18"/>
              </w:rPr>
              <w:t>administration</w:t>
            </w:r>
            <w:proofErr w:type="gramEnd"/>
            <w:r w:rsidRPr="001015E2">
              <w:rPr>
                <w:i/>
                <w:sz w:val="16"/>
                <w:szCs w:val="18"/>
              </w:rPr>
              <w:t xml:space="preserve">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7677A3478E29432BBEF5F3C41CA11C6B"/>
              </w:placeholder>
            </w:sdtPr>
            <w:sdtEndPr/>
            <w:sdtContent>
              <w:p w14:paraId="6184796C" w14:textId="77777777" w:rsidR="00DE3B00" w:rsidRPr="001015E2" w:rsidRDefault="00FD1876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Etablissement public d’Etat</w:t>
                </w:r>
              </w:p>
            </w:sdtContent>
          </w:sdt>
        </w:tc>
      </w:tr>
      <w:tr w:rsidR="00DE3B00" w:rsidRPr="00040D40" w14:paraId="5B474487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B1B9B9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2DA66837D76E432ABF0C78C305BCE422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D2E1315" w14:textId="77777777" w:rsidR="00FD1876" w:rsidRPr="00FD1876" w:rsidRDefault="00FD1876" w:rsidP="00FD1876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D1876">
                  <w:rPr>
                    <w:bCs/>
                    <w:color w:val="7F7F7F" w:themeColor="text1" w:themeTint="80"/>
                    <w:szCs w:val="20"/>
                  </w:rPr>
                  <w:t>CNED</w:t>
                </w:r>
              </w:p>
              <w:p w14:paraId="0B9ECAE6" w14:textId="77777777" w:rsidR="00FD1876" w:rsidRPr="00FD1876" w:rsidRDefault="00FD1876" w:rsidP="00FD1876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D1876">
                  <w:rPr>
                    <w:bCs/>
                    <w:color w:val="7F7F7F" w:themeColor="text1" w:themeTint="80"/>
                    <w:szCs w:val="20"/>
                  </w:rPr>
                  <w:t>DIRECTION GÉNÉRALE</w:t>
                </w:r>
              </w:p>
              <w:p w14:paraId="65DA8ADB" w14:textId="77777777" w:rsidR="00FD1876" w:rsidRPr="00FD1876" w:rsidRDefault="00FD1876" w:rsidP="00FD1876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D1876">
                  <w:rPr>
                    <w:bCs/>
                    <w:color w:val="7F7F7F" w:themeColor="text1" w:themeTint="80"/>
                    <w:szCs w:val="20"/>
                  </w:rPr>
                  <w:t>TÉLÉPORT 2 - SITE DU FUTUROSCOPE</w:t>
                </w:r>
              </w:p>
              <w:p w14:paraId="0C0DE155" w14:textId="77777777" w:rsidR="00FD1876" w:rsidRPr="00FD1876" w:rsidRDefault="00FD1876" w:rsidP="00FD1876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D1876">
                  <w:rPr>
                    <w:bCs/>
                    <w:color w:val="7F7F7F" w:themeColor="text1" w:themeTint="80"/>
                    <w:szCs w:val="20"/>
                  </w:rPr>
                  <w:t>2, BOULEVARD NICÉPHORE NIÉPCE</w:t>
                </w:r>
              </w:p>
              <w:p w14:paraId="0B8A3154" w14:textId="77777777" w:rsidR="00FD1876" w:rsidRPr="00FD1876" w:rsidRDefault="00FD1876" w:rsidP="00FD1876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D1876">
                  <w:rPr>
                    <w:bCs/>
                    <w:color w:val="7F7F7F" w:themeColor="text1" w:themeTint="80"/>
                    <w:szCs w:val="20"/>
                  </w:rPr>
                  <w:t>CS 80300</w:t>
                </w:r>
              </w:p>
              <w:p w14:paraId="4F9326E0" w14:textId="77777777" w:rsidR="00DE3B00" w:rsidRPr="00040D40" w:rsidRDefault="00FD1876" w:rsidP="00FD1876">
                <w:pPr>
                  <w:rPr>
                    <w:color w:val="7F7F7F" w:themeColor="text1" w:themeTint="80"/>
                    <w:szCs w:val="20"/>
                  </w:rPr>
                </w:pPr>
                <w:r w:rsidRPr="00FD1876">
                  <w:rPr>
                    <w:bCs/>
                    <w:color w:val="7F7F7F" w:themeColor="text1" w:themeTint="80"/>
                    <w:szCs w:val="20"/>
                  </w:rPr>
                  <w:t>86963 FUTUROSCOPE CEDEX</w:t>
                </w:r>
              </w:p>
            </w:tc>
          </w:sdtContent>
        </w:sdt>
      </w:tr>
      <w:tr w:rsidR="00DE3B00" w:rsidRPr="00040D40" w14:paraId="719CA04A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81CD11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3EB034D0CC1047AD9BB073749010E6C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48F898C" w14:textId="77777777" w:rsidR="00DE3B00" w:rsidRPr="00040D40" w:rsidRDefault="00FD1876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Tanguy Lucie</w:t>
                </w:r>
              </w:p>
            </w:tc>
          </w:sdtContent>
        </w:sdt>
      </w:tr>
      <w:tr w:rsidR="00DE3B00" w:rsidRPr="00040D40" w14:paraId="5EBBAB16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0BE2E5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77516255ACAF445194A4670E69660DCD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B03C7F2" w14:textId="77777777" w:rsidR="00FD1876" w:rsidRDefault="00FD1876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hyperlink r:id="rId14" w:history="1">
                  <w:r w:rsidRPr="00354EA1">
                    <w:rPr>
                      <w:rStyle w:val="Lienhypertexte"/>
                      <w:bCs/>
                      <w:szCs w:val="20"/>
                    </w:rPr>
                    <w:t>lucie.tanguy@ac-cned.fr</w:t>
                  </w:r>
                </w:hyperlink>
              </w:p>
              <w:p w14:paraId="1B1A65AF" w14:textId="77777777" w:rsidR="00DE3B00" w:rsidRPr="00040D40" w:rsidRDefault="00FD1876" w:rsidP="00FD1876">
                <w:pPr>
                  <w:rPr>
                    <w:bCs/>
                    <w:color w:val="7F7F7F" w:themeColor="text1" w:themeTint="80"/>
                    <w:szCs w:val="20"/>
                  </w:rPr>
                </w:pPr>
                <w:hyperlink r:id="rId15" w:history="1">
                  <w:r w:rsidRPr="00354EA1">
                    <w:rPr>
                      <w:rStyle w:val="Lienhypertexte"/>
                      <w:bCs/>
                      <w:szCs w:val="20"/>
                    </w:rPr>
                    <w:t>Marches-publics@ac-cned.fr</w:t>
                  </w:r>
                </w:hyperlink>
              </w:p>
            </w:tc>
          </w:sdtContent>
        </w:sdt>
      </w:tr>
      <w:tr w:rsidR="00DE3B00" w:rsidRPr="00040D40" w14:paraId="61E6FD22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09F53E4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AEE1D0622F054915A2E14C51449817D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B62370E" w14:textId="77777777" w:rsidR="00DE3B00" w:rsidRDefault="00FD1876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05 49 49 36 21</w:t>
                </w:r>
              </w:p>
            </w:tc>
          </w:sdtContent>
        </w:sdt>
      </w:tr>
    </w:tbl>
    <w:p w14:paraId="7589F483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2541B018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48764CC3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7D6BA263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72C8C804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40D5392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FF7DB7FCEE094C1F98624820AE31D0C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E4BF37C" w14:textId="77777777"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42DD736A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BAE37EB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14:paraId="05A3EC98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</w:t>
            </w:r>
            <w:proofErr w:type="gramStart"/>
            <w:r w:rsidRPr="001015E2">
              <w:rPr>
                <w:i/>
                <w:sz w:val="16"/>
                <w:szCs w:val="18"/>
              </w:rPr>
              <w:t>travaux</w:t>
            </w:r>
            <w:proofErr w:type="gramEnd"/>
            <w:r w:rsidRPr="001015E2">
              <w:rPr>
                <w:i/>
                <w:sz w:val="16"/>
                <w:szCs w:val="18"/>
              </w:rPr>
              <w:t>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C16D40D8444E4D12A8F4FF7724FE9A73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CB83BD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14:paraId="279B0A5F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4A1732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E68CFE9B55AA44EE9A5AB202D8B26B7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0CBDAF1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4E46B2C2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1E9A88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055C124B9957406F84AD96EFE8545587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BF3AD27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1E4C517B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9449FE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055C124B9957406F84AD96EFE8545587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8B7628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3F6E0E18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0DE8D2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055C124B9957406F84AD96EFE8545587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4D94D0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7C1F79CB" w14:textId="77777777" w:rsidR="00DE3B00" w:rsidRPr="00A104FC" w:rsidRDefault="00DE3B00" w:rsidP="00DE3B00">
      <w:pPr>
        <w:jc w:val="both"/>
      </w:pPr>
    </w:p>
    <w:p w14:paraId="5E906119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83C94" w14:textId="77777777" w:rsidR="006E6203" w:rsidRDefault="006E6203">
      <w:r>
        <w:separator/>
      </w:r>
    </w:p>
  </w:endnote>
  <w:endnote w:type="continuationSeparator" w:id="0">
    <w:p w14:paraId="22286A72" w14:textId="77777777" w:rsidR="006E6203" w:rsidRDefault="006E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9FF08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2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6D79857C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340D9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206B74A3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657B5" w14:textId="77777777" w:rsidR="006E6203" w:rsidRDefault="006E6203">
      <w:r>
        <w:separator/>
      </w:r>
    </w:p>
  </w:footnote>
  <w:footnote w:type="continuationSeparator" w:id="0">
    <w:p w14:paraId="4EFD8DB0" w14:textId="77777777" w:rsidR="006E6203" w:rsidRDefault="006E6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6A90" w14:textId="77777777" w:rsidR="007D3734" w:rsidRDefault="007D3734">
    <w:pPr>
      <w:rPr>
        <w:rFonts w:eastAsia="Times"/>
        <w:szCs w:val="20"/>
      </w:rPr>
    </w:pPr>
  </w:p>
  <w:p w14:paraId="1BB2D302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42A9" w14:textId="77777777" w:rsidR="007D3734" w:rsidRDefault="007D3734">
    <w:pPr>
      <w:rPr>
        <w:rFonts w:eastAsia="Times"/>
        <w:szCs w:val="20"/>
      </w:rPr>
    </w:pPr>
  </w:p>
  <w:p w14:paraId="152CEFB7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D386B82" wp14:editId="6881138B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79175C" id="Groupe 26" o:spid="_x0000_s1026" style="position:absolute;margin-left:396.4pt;margin-top:7pt;width:75.35pt;height:94.5pt;z-index:-251658240;mso-width-relative:margin;mso-height-relative:margin" coordsize="12525,15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ALQAAAAAUmdodGxvbmcAAADN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RAAAAAAABAQA4QklNBBQAAAAAAAQAAAADOEJJ&#10;TQQMAAAAABJhAAAAAQAAAKAAAACMAAAB4AABBoAAABJFABgAAf/Y/+0ADEFkb2JlX0NNAAL/7gAO&#10;QWRvYmUAZIAAAAAB/9sAhAAMCAgICQgMCQkMEQsKCxEVDwwMDxUYExMVExMYEQwMDAwMDBEMDAwM&#10;DAwMDAwMDAwMDAwMDAwMDAwMDAwMDAwMAQ0LCw0ODRAODhAUDg4OFBQODg4OFBEMDAwMDBERDAwM&#10;DAwMEQwMDAwMDAwMDAwMDAwMDAwMDAwMDAwMDAwMDAz/wAARCACM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">
                <v:imagedata r:id="rId3" o:title="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  <w:p w14:paraId="77F4FA4C" w14:textId="77777777" w:rsidR="007D3734" w:rsidRDefault="007D3734">
    <w:pPr>
      <w:jc w:val="center"/>
      <w:rPr>
        <w:rFonts w:eastAsia="Times"/>
        <w:szCs w:val="20"/>
      </w:rPr>
    </w:pPr>
  </w:p>
  <w:p w14:paraId="0C332601" w14:textId="77777777" w:rsidR="007D3734" w:rsidRDefault="007D3734" w:rsidP="008C0CCE">
    <w:pPr>
      <w:jc w:val="right"/>
      <w:rPr>
        <w:rFonts w:eastAsia="Times"/>
        <w:szCs w:val="20"/>
      </w:rPr>
    </w:pPr>
  </w:p>
  <w:p w14:paraId="2145B986" w14:textId="77777777" w:rsidR="007D3734" w:rsidRDefault="007D3734">
    <w:pPr>
      <w:jc w:val="center"/>
      <w:rPr>
        <w:rFonts w:eastAsia="Times"/>
        <w:szCs w:val="20"/>
      </w:rPr>
    </w:pPr>
  </w:p>
  <w:p w14:paraId="0AEB1643" w14:textId="77777777" w:rsidR="007D3734" w:rsidRDefault="007D3734">
    <w:pPr>
      <w:jc w:val="center"/>
      <w:rPr>
        <w:rFonts w:eastAsia="Times"/>
        <w:szCs w:val="20"/>
      </w:rPr>
    </w:pPr>
  </w:p>
  <w:p w14:paraId="77C1ADE0" w14:textId="77777777" w:rsidR="007D3734" w:rsidRDefault="007D3734">
    <w:pPr>
      <w:rPr>
        <w:rFonts w:eastAsia="Times"/>
        <w:szCs w:val="20"/>
      </w:rPr>
    </w:pPr>
  </w:p>
  <w:p w14:paraId="5C386AA7" w14:textId="77777777" w:rsidR="007D3734" w:rsidRDefault="007D3734">
    <w:pPr>
      <w:rPr>
        <w:rFonts w:eastAsia="Times"/>
        <w:szCs w:val="20"/>
      </w:rPr>
    </w:pPr>
  </w:p>
  <w:p w14:paraId="7B60614E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5611703">
    <w:abstractNumId w:val="0"/>
  </w:num>
  <w:num w:numId="2" w16cid:durableId="1947809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746"/>
    <w:rsid w:val="00040D40"/>
    <w:rsid w:val="0009615B"/>
    <w:rsid w:val="000A39AA"/>
    <w:rsid w:val="000D7A36"/>
    <w:rsid w:val="000F7371"/>
    <w:rsid w:val="00100BEE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E6203"/>
    <w:rsid w:val="006F6AC1"/>
    <w:rsid w:val="006F7750"/>
    <w:rsid w:val="00785006"/>
    <w:rsid w:val="007D3734"/>
    <w:rsid w:val="00800123"/>
    <w:rsid w:val="00834BBE"/>
    <w:rsid w:val="00835930"/>
    <w:rsid w:val="00867162"/>
    <w:rsid w:val="008C0CCE"/>
    <w:rsid w:val="008D31CD"/>
    <w:rsid w:val="0090088D"/>
    <w:rsid w:val="00901179"/>
    <w:rsid w:val="009D3CE3"/>
    <w:rsid w:val="009D6C8E"/>
    <w:rsid w:val="009E0D18"/>
    <w:rsid w:val="00A104FC"/>
    <w:rsid w:val="00A14F60"/>
    <w:rsid w:val="00A32111"/>
    <w:rsid w:val="00A32C28"/>
    <w:rsid w:val="00A35961"/>
    <w:rsid w:val="00A92746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D1876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76AE"/>
  <w15:docId w15:val="{A6F79538-CB03-4FE4-8C39-B885B7B0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1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clausesocialedeformation@education.gouv.f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b110bis.github.io/clause-sociale-de-formation/index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rches-publics@ac-cned.fr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ucie.tanguy@ac-cned.fr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G-DAMP\SM\March&#233;s\2026\2026DG03%20Conception%20&#233;ditoriale\2-%20R&#233;daction%20et%20publication\02-%20DCE%20Publi&#233;\Annexe%202%20RC%20-%20Fiche%20entrepris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8AF7F94DFD74839A2BDAC6C24509B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3D14B6-3272-46C3-BA52-8B588402FD9B}"/>
      </w:docPartPr>
      <w:docPartBody>
        <w:p w:rsidR="0064703D" w:rsidRDefault="0064703D">
          <w:pPr>
            <w:pStyle w:val="38AF7F94DFD74839A2BDAC6C24509B8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305FB968C2415391BC540FB8A8F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1AC20F-3692-4FFC-A00D-C80C8484AB99}"/>
      </w:docPartPr>
      <w:docPartBody>
        <w:p w:rsidR="0064703D" w:rsidRDefault="0064703D">
          <w:pPr>
            <w:pStyle w:val="E3305FB968C2415391BC540FB8A8FE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9DBAD1D887849EB816C8B05357916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769F93-BEB1-42DB-9B1A-A86D0D46DCAC}"/>
      </w:docPartPr>
      <w:docPartBody>
        <w:p w:rsidR="0064703D" w:rsidRDefault="0064703D">
          <w:pPr>
            <w:pStyle w:val="C9DBAD1D887849EB816C8B053579162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895F99C467648F38592F306CCD8F3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7DA5C0-B23F-4452-B0A6-04A8E720DBC3}"/>
      </w:docPartPr>
      <w:docPartBody>
        <w:p w:rsidR="0064703D" w:rsidRDefault="0064703D">
          <w:pPr>
            <w:pStyle w:val="8895F99C467648F38592F306CCD8F34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961C3CEBF72453EAD40094696CA2C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703092-CE0C-41AB-89E2-B2E89830CC2A}"/>
      </w:docPartPr>
      <w:docPartBody>
        <w:p w:rsidR="0064703D" w:rsidRDefault="0064703D">
          <w:pPr>
            <w:pStyle w:val="8961C3CEBF72453EAD40094696CA2C0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4E4DDE4C2A54126995FFA77CE3887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7E7010-E2F2-4A38-B10F-A2DEF76DC3C6}"/>
      </w:docPartPr>
      <w:docPartBody>
        <w:p w:rsidR="0064703D" w:rsidRDefault="0064703D">
          <w:pPr>
            <w:pStyle w:val="74E4DDE4C2A54126995FFA77CE38870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00DB9C8CE404182B34D841D11C947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282D41-865E-46D7-BAEB-C349169A682D}"/>
      </w:docPartPr>
      <w:docPartBody>
        <w:p w:rsidR="0064703D" w:rsidRDefault="0064703D">
          <w:pPr>
            <w:pStyle w:val="C00DB9C8CE404182B34D841D11C947B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2C3F680C8DD46799AA68F637D7CE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D9AA30-61FF-4306-BD01-A19E261C2925}"/>
      </w:docPartPr>
      <w:docPartBody>
        <w:p w:rsidR="0064703D" w:rsidRDefault="0064703D">
          <w:pPr>
            <w:pStyle w:val="82C3F680C8DD46799AA68F637D7CE02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8004E8621A49F9A4792F0A4154FD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2367B2-10AE-497C-8E19-4596ADCF9392}"/>
      </w:docPartPr>
      <w:docPartBody>
        <w:p w:rsidR="0064703D" w:rsidRDefault="0064703D">
          <w:pPr>
            <w:pStyle w:val="AD8004E8621A49F9A4792F0A4154FDA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3766F0EE8794C1AABC4662A2E7920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A97FF3-B7B7-4A79-BFF8-EA8FEF1A9456}"/>
      </w:docPartPr>
      <w:docPartBody>
        <w:p w:rsidR="0064703D" w:rsidRDefault="0064703D">
          <w:pPr>
            <w:pStyle w:val="13766F0EE8794C1AABC4662A2E79206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8966338D53A4E03966AE2A2F7A8DC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84B848-0B3D-4753-BCB6-08CC02EC6E57}"/>
      </w:docPartPr>
      <w:docPartBody>
        <w:p w:rsidR="0064703D" w:rsidRDefault="0064703D">
          <w:pPr>
            <w:pStyle w:val="18966338D53A4E03966AE2A2F7A8DC6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BF4CD4FA2D46E1BE71FE22931718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B058CD-01A1-468E-881E-0E167F186613}"/>
      </w:docPartPr>
      <w:docPartBody>
        <w:p w:rsidR="0064703D" w:rsidRDefault="0064703D">
          <w:pPr>
            <w:pStyle w:val="C3BF4CD4FA2D46E1BE71FE22931718A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CEE9BA172346D198FB6A9BEB2C39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162C01-7C02-4E0B-BDCD-0AF83D840882}"/>
      </w:docPartPr>
      <w:docPartBody>
        <w:p w:rsidR="0064703D" w:rsidRDefault="0064703D">
          <w:pPr>
            <w:pStyle w:val="11CEE9BA172346D198FB6A9BEB2C39D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123B98642347EE930E3EA6D852E7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72A23F-5133-42AD-A42B-168C35A87C42}"/>
      </w:docPartPr>
      <w:docPartBody>
        <w:p w:rsidR="0064703D" w:rsidRDefault="0064703D">
          <w:pPr>
            <w:pStyle w:val="76123B98642347EE930E3EA6D852E7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2D135AFDF748138F64D25BA152C3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7B42FA-8BA3-45A2-BC6F-DFCFB9C01F76}"/>
      </w:docPartPr>
      <w:docPartBody>
        <w:p w:rsidR="0064703D" w:rsidRDefault="0064703D">
          <w:pPr>
            <w:pStyle w:val="EE2D135AFDF748138F64D25BA152C35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9FBC90178742B6AB8E60DB6DB7D3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E3BB9D-DC0B-4417-B015-7935D7BA95F8}"/>
      </w:docPartPr>
      <w:docPartBody>
        <w:p w:rsidR="0064703D" w:rsidRDefault="0064703D">
          <w:pPr>
            <w:pStyle w:val="699FBC90178742B6AB8E60DB6DB7D34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8127369C50D41EDA6FB1681F87D78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4DAF14-6D4C-4DCC-8FFA-E8E83C65E5B2}"/>
      </w:docPartPr>
      <w:docPartBody>
        <w:p w:rsidR="0064703D" w:rsidRDefault="0064703D">
          <w:pPr>
            <w:pStyle w:val="D8127369C50D41EDA6FB1681F87D789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950AACBC6724E95A3A29C8E9F79D5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ADBD43-E8DB-4735-9F1A-567E413875A8}"/>
      </w:docPartPr>
      <w:docPartBody>
        <w:p w:rsidR="0064703D" w:rsidRDefault="0064703D">
          <w:pPr>
            <w:pStyle w:val="3950AACBC6724E95A3A29C8E9F79D54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F4FEEF560F645FAA6C0F2D97DA986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FA67EB-4995-4301-A413-77745D5A66A4}"/>
      </w:docPartPr>
      <w:docPartBody>
        <w:p w:rsidR="0064703D" w:rsidRDefault="0064703D">
          <w:pPr>
            <w:pStyle w:val="4F4FEEF560F645FAA6C0F2D97DA986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C2F9AD2413343D68B8F5FF70D991A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0B787C-0F77-4254-AECA-6640147E78E0}"/>
      </w:docPartPr>
      <w:docPartBody>
        <w:p w:rsidR="0064703D" w:rsidRDefault="0064703D">
          <w:pPr>
            <w:pStyle w:val="1C2F9AD2413343D68B8F5FF70D991A0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BEF2440A4348D7B142EEEABECB30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81A4E5-7B7C-4B40-9A21-C2F2E8021B42}"/>
      </w:docPartPr>
      <w:docPartBody>
        <w:p w:rsidR="0064703D" w:rsidRDefault="0064703D">
          <w:pPr>
            <w:pStyle w:val="79BEF2440A4348D7B142EEEABECB303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AB4F05E45BF347AB9F1419FA98DD94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E74D8A-99A2-4381-9915-B24ED55D39B7}"/>
      </w:docPartPr>
      <w:docPartBody>
        <w:p w:rsidR="0064703D" w:rsidRDefault="0064703D">
          <w:pPr>
            <w:pStyle w:val="AB4F05E45BF347AB9F1419FA98DD94D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8CE874FE194374951E1BCF8A2D46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B63F9B-75A3-4B0E-BB28-4A609CC10D2C}"/>
      </w:docPartPr>
      <w:docPartBody>
        <w:p w:rsidR="0064703D" w:rsidRDefault="0064703D">
          <w:pPr>
            <w:pStyle w:val="CF8CE874FE194374951E1BCF8A2D464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20FDE0010044E5780DCF702B3E304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99F273-16A7-44BF-A802-72E936D6847F}"/>
      </w:docPartPr>
      <w:docPartBody>
        <w:p w:rsidR="0064703D" w:rsidRDefault="0064703D">
          <w:pPr>
            <w:pStyle w:val="C20FDE0010044E5780DCF702B3E30484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3C7E92B1D5B4FB1A4AEA512969F66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4AF6D3-A0F6-446F-BFA1-68673C0912C7}"/>
      </w:docPartPr>
      <w:docPartBody>
        <w:p w:rsidR="0064703D" w:rsidRDefault="0064703D">
          <w:pPr>
            <w:pStyle w:val="F3C7E92B1D5B4FB1A4AEA512969F661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6A6F26622024D03A3CFDB773F4712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83F585-185A-4DD8-A236-C33B6D965161}"/>
      </w:docPartPr>
      <w:docPartBody>
        <w:p w:rsidR="0064703D" w:rsidRDefault="0064703D">
          <w:pPr>
            <w:pStyle w:val="76A6F26622024D03A3CFDB773F47125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65519BAB9D4ED187B74D2976D7E7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A146C0-6982-46F1-902D-9288F53C7BEF}"/>
      </w:docPartPr>
      <w:docPartBody>
        <w:p w:rsidR="0064703D" w:rsidRDefault="0064703D">
          <w:pPr>
            <w:pStyle w:val="9565519BAB9D4ED187B74D2976D7E7E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9DC5B2A9C3043EEA8677281828C73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0E20BC-9006-4872-A2B3-4F4911C5282A}"/>
      </w:docPartPr>
      <w:docPartBody>
        <w:p w:rsidR="0064703D" w:rsidRDefault="0064703D">
          <w:pPr>
            <w:pStyle w:val="39DC5B2A9C3043EEA8677281828C73B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680FF3B1722B4A0582B138A0AC473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917C5C-AE7E-468C-95D5-8AF4AF41A975}"/>
      </w:docPartPr>
      <w:docPartBody>
        <w:p w:rsidR="0064703D" w:rsidRDefault="0064703D">
          <w:pPr>
            <w:pStyle w:val="680FF3B1722B4A0582B138A0AC473E14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251CA174F8F447C932CCFF509CD13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1D9785-EF85-4CF6-AC5D-D7EEFCDDE119}"/>
      </w:docPartPr>
      <w:docPartBody>
        <w:p w:rsidR="0064703D" w:rsidRDefault="0064703D">
          <w:pPr>
            <w:pStyle w:val="8251CA174F8F447C932CCFF509CD137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A1D0499E3C94A7A94D2A089770A82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A0D2DD-7CBA-4A47-8474-CA293A62D627}"/>
      </w:docPartPr>
      <w:docPartBody>
        <w:p w:rsidR="0064703D" w:rsidRDefault="0064703D">
          <w:pPr>
            <w:pStyle w:val="BA1D0499E3C94A7A94D2A089770A82D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56A511C0D8C432B9D09F04AD2E2F6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ED264D-3C22-4A2B-A33D-DC85661F47FE}"/>
      </w:docPartPr>
      <w:docPartBody>
        <w:p w:rsidR="0064703D" w:rsidRDefault="0064703D">
          <w:pPr>
            <w:pStyle w:val="656A511C0D8C432B9D09F04AD2E2F6C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77A3478E29432BBEF5F3C41CA11C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18BF03-8B4B-4CF8-9F6C-7B56851FBD13}"/>
      </w:docPartPr>
      <w:docPartBody>
        <w:p w:rsidR="0064703D" w:rsidRDefault="0064703D">
          <w:pPr>
            <w:pStyle w:val="7677A3478E29432BBEF5F3C41CA11C6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A66837D76E432ABF0C78C305BCE4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7C6E22-C941-4717-B06F-9035C7CB067A}"/>
      </w:docPartPr>
      <w:docPartBody>
        <w:p w:rsidR="0064703D" w:rsidRDefault="0064703D">
          <w:pPr>
            <w:pStyle w:val="2DA66837D76E432ABF0C78C305BCE42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EB034D0CC1047AD9BB073749010E6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D20651-99FC-4908-A3A0-67A2D0FB3904}"/>
      </w:docPartPr>
      <w:docPartBody>
        <w:p w:rsidR="0064703D" w:rsidRDefault="0064703D">
          <w:pPr>
            <w:pStyle w:val="3EB034D0CC1047AD9BB073749010E6C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516255ACAF445194A4670E69660D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33759C-6CBA-4915-9B9B-9E12979C030A}"/>
      </w:docPartPr>
      <w:docPartBody>
        <w:p w:rsidR="0064703D" w:rsidRDefault="0064703D">
          <w:pPr>
            <w:pStyle w:val="77516255ACAF445194A4670E69660DC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EE1D0622F054915A2E14C51449817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F87203-91A9-4A56-B71B-E0423EA2F9D4}"/>
      </w:docPartPr>
      <w:docPartBody>
        <w:p w:rsidR="0064703D" w:rsidRDefault="0064703D">
          <w:pPr>
            <w:pStyle w:val="AEE1D0622F054915A2E14C51449817D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7DB7FCEE094C1F98624820AE31D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DA1D06-1E60-44C9-B0D9-C56FF03E75EA}"/>
      </w:docPartPr>
      <w:docPartBody>
        <w:p w:rsidR="0064703D" w:rsidRDefault="0064703D">
          <w:pPr>
            <w:pStyle w:val="FF7DB7FCEE094C1F98624820AE31D0C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6D40D8444E4D12A8F4FF7724FE9A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2E5CC0-A9CA-45FA-A917-69165B62CCC2}"/>
      </w:docPartPr>
      <w:docPartBody>
        <w:p w:rsidR="0064703D" w:rsidRDefault="0064703D">
          <w:pPr>
            <w:pStyle w:val="C16D40D8444E4D12A8F4FF7724FE9A7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68CFE9B55AA44EE9A5AB202D8B26B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55D0E9-8DD7-4BBC-84E4-7EC204FAFE63}"/>
      </w:docPartPr>
      <w:docPartBody>
        <w:p w:rsidR="0064703D" w:rsidRDefault="0064703D">
          <w:pPr>
            <w:pStyle w:val="E68CFE9B55AA44EE9A5AB202D8B26B7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55C124B9957406F84AD96EFE85455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5AF3B9-4A85-425C-850A-DF320A702AAC}"/>
      </w:docPartPr>
      <w:docPartBody>
        <w:p w:rsidR="0064703D" w:rsidRDefault="0064703D">
          <w:pPr>
            <w:pStyle w:val="055C124B9957406F84AD96EFE8545587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3D"/>
    <w:rsid w:val="0064703D"/>
    <w:rsid w:val="009E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38AF7F94DFD74839A2BDAC6C24509B82">
    <w:name w:val="38AF7F94DFD74839A2BDAC6C24509B82"/>
  </w:style>
  <w:style w:type="paragraph" w:customStyle="1" w:styleId="E3305FB968C2415391BC540FB8A8FE6A">
    <w:name w:val="E3305FB968C2415391BC540FB8A8FE6A"/>
  </w:style>
  <w:style w:type="paragraph" w:customStyle="1" w:styleId="C9DBAD1D887849EB816C8B053579162B">
    <w:name w:val="C9DBAD1D887849EB816C8B053579162B"/>
  </w:style>
  <w:style w:type="paragraph" w:customStyle="1" w:styleId="8895F99C467648F38592F306CCD8F340">
    <w:name w:val="8895F99C467648F38592F306CCD8F340"/>
  </w:style>
  <w:style w:type="paragraph" w:customStyle="1" w:styleId="8961C3CEBF72453EAD40094696CA2C0E">
    <w:name w:val="8961C3CEBF72453EAD40094696CA2C0E"/>
  </w:style>
  <w:style w:type="paragraph" w:customStyle="1" w:styleId="74E4DDE4C2A54126995FFA77CE388708">
    <w:name w:val="74E4DDE4C2A54126995FFA77CE388708"/>
  </w:style>
  <w:style w:type="paragraph" w:customStyle="1" w:styleId="C00DB9C8CE404182B34D841D11C947B4">
    <w:name w:val="C00DB9C8CE404182B34D841D11C947B4"/>
  </w:style>
  <w:style w:type="paragraph" w:customStyle="1" w:styleId="82C3F680C8DD46799AA68F637D7CE028">
    <w:name w:val="82C3F680C8DD46799AA68F637D7CE028"/>
  </w:style>
  <w:style w:type="paragraph" w:customStyle="1" w:styleId="AD8004E8621A49F9A4792F0A4154FDA6">
    <w:name w:val="AD8004E8621A49F9A4792F0A4154FDA6"/>
  </w:style>
  <w:style w:type="paragraph" w:customStyle="1" w:styleId="13766F0EE8794C1AABC4662A2E792068">
    <w:name w:val="13766F0EE8794C1AABC4662A2E792068"/>
  </w:style>
  <w:style w:type="paragraph" w:customStyle="1" w:styleId="18966338D53A4E03966AE2A2F7A8DC6D">
    <w:name w:val="18966338D53A4E03966AE2A2F7A8DC6D"/>
  </w:style>
  <w:style w:type="paragraph" w:customStyle="1" w:styleId="C3BF4CD4FA2D46E1BE71FE22931718A6">
    <w:name w:val="C3BF4CD4FA2D46E1BE71FE22931718A6"/>
  </w:style>
  <w:style w:type="paragraph" w:customStyle="1" w:styleId="11CEE9BA172346D198FB6A9BEB2C39D4">
    <w:name w:val="11CEE9BA172346D198FB6A9BEB2C39D4"/>
  </w:style>
  <w:style w:type="paragraph" w:customStyle="1" w:styleId="76123B98642347EE930E3EA6D852E7DD">
    <w:name w:val="76123B98642347EE930E3EA6D852E7DD"/>
  </w:style>
  <w:style w:type="paragraph" w:customStyle="1" w:styleId="EE2D135AFDF748138F64D25BA152C35D">
    <w:name w:val="EE2D135AFDF748138F64D25BA152C35D"/>
  </w:style>
  <w:style w:type="paragraph" w:customStyle="1" w:styleId="699FBC90178742B6AB8E60DB6DB7D342">
    <w:name w:val="699FBC90178742B6AB8E60DB6DB7D342"/>
  </w:style>
  <w:style w:type="paragraph" w:customStyle="1" w:styleId="D8127369C50D41EDA6FB1681F87D789D">
    <w:name w:val="D8127369C50D41EDA6FB1681F87D789D"/>
  </w:style>
  <w:style w:type="paragraph" w:customStyle="1" w:styleId="3950AACBC6724E95A3A29C8E9F79D549">
    <w:name w:val="3950AACBC6724E95A3A29C8E9F79D549"/>
  </w:style>
  <w:style w:type="paragraph" w:customStyle="1" w:styleId="4F4FEEF560F645FAA6C0F2D97DA986DC">
    <w:name w:val="4F4FEEF560F645FAA6C0F2D97DA986DC"/>
  </w:style>
  <w:style w:type="paragraph" w:customStyle="1" w:styleId="1C2F9AD2413343D68B8F5FF70D991A08">
    <w:name w:val="1C2F9AD2413343D68B8F5FF70D991A08"/>
  </w:style>
  <w:style w:type="paragraph" w:customStyle="1" w:styleId="79BEF2440A4348D7B142EEEABECB303A">
    <w:name w:val="79BEF2440A4348D7B142EEEABECB303A"/>
  </w:style>
  <w:style w:type="paragraph" w:customStyle="1" w:styleId="AB4F05E45BF347AB9F1419FA98DD94D3">
    <w:name w:val="AB4F05E45BF347AB9F1419FA98DD94D3"/>
  </w:style>
  <w:style w:type="paragraph" w:customStyle="1" w:styleId="CF8CE874FE194374951E1BCF8A2D4640">
    <w:name w:val="CF8CE874FE194374951E1BCF8A2D4640"/>
  </w:style>
  <w:style w:type="paragraph" w:customStyle="1" w:styleId="C20FDE0010044E5780DCF702B3E30484">
    <w:name w:val="C20FDE0010044E5780DCF702B3E30484"/>
  </w:style>
  <w:style w:type="paragraph" w:customStyle="1" w:styleId="F3C7E92B1D5B4FB1A4AEA512969F661D">
    <w:name w:val="F3C7E92B1D5B4FB1A4AEA512969F661D"/>
  </w:style>
  <w:style w:type="paragraph" w:customStyle="1" w:styleId="76A6F26622024D03A3CFDB773F471250">
    <w:name w:val="76A6F26622024D03A3CFDB773F471250"/>
  </w:style>
  <w:style w:type="paragraph" w:customStyle="1" w:styleId="9565519BAB9D4ED187B74D2976D7E7E0">
    <w:name w:val="9565519BAB9D4ED187B74D2976D7E7E0"/>
  </w:style>
  <w:style w:type="paragraph" w:customStyle="1" w:styleId="39DC5B2A9C3043EEA8677281828C73B1">
    <w:name w:val="39DC5B2A9C3043EEA8677281828C73B1"/>
  </w:style>
  <w:style w:type="paragraph" w:customStyle="1" w:styleId="680FF3B1722B4A0582B138A0AC473E14">
    <w:name w:val="680FF3B1722B4A0582B138A0AC473E14"/>
  </w:style>
  <w:style w:type="paragraph" w:customStyle="1" w:styleId="8251CA174F8F447C932CCFF509CD1372">
    <w:name w:val="8251CA174F8F447C932CCFF509CD1372"/>
  </w:style>
  <w:style w:type="paragraph" w:customStyle="1" w:styleId="BA1D0499E3C94A7A94D2A089770A82D6">
    <w:name w:val="BA1D0499E3C94A7A94D2A089770A82D6"/>
  </w:style>
  <w:style w:type="paragraph" w:customStyle="1" w:styleId="656A511C0D8C432B9D09F04AD2E2F6C4">
    <w:name w:val="656A511C0D8C432B9D09F04AD2E2F6C4"/>
  </w:style>
  <w:style w:type="paragraph" w:customStyle="1" w:styleId="7677A3478E29432BBEF5F3C41CA11C6B">
    <w:name w:val="7677A3478E29432BBEF5F3C41CA11C6B"/>
  </w:style>
  <w:style w:type="paragraph" w:customStyle="1" w:styleId="2DA66837D76E432ABF0C78C305BCE422">
    <w:name w:val="2DA66837D76E432ABF0C78C305BCE422"/>
  </w:style>
  <w:style w:type="paragraph" w:customStyle="1" w:styleId="3EB034D0CC1047AD9BB073749010E6CA">
    <w:name w:val="3EB034D0CC1047AD9BB073749010E6CA"/>
  </w:style>
  <w:style w:type="paragraph" w:customStyle="1" w:styleId="77516255ACAF445194A4670E69660DCD">
    <w:name w:val="77516255ACAF445194A4670E69660DCD"/>
  </w:style>
  <w:style w:type="paragraph" w:customStyle="1" w:styleId="AEE1D0622F054915A2E14C51449817D5">
    <w:name w:val="AEE1D0622F054915A2E14C51449817D5"/>
  </w:style>
  <w:style w:type="paragraph" w:customStyle="1" w:styleId="FF7DB7FCEE094C1F98624820AE31D0C5">
    <w:name w:val="FF7DB7FCEE094C1F98624820AE31D0C5"/>
  </w:style>
  <w:style w:type="paragraph" w:customStyle="1" w:styleId="C16D40D8444E4D12A8F4FF7724FE9A73">
    <w:name w:val="C16D40D8444E4D12A8F4FF7724FE9A73"/>
  </w:style>
  <w:style w:type="paragraph" w:customStyle="1" w:styleId="E68CFE9B55AA44EE9A5AB202D8B26B7A">
    <w:name w:val="E68CFE9B55AA44EE9A5AB202D8B26B7A"/>
  </w:style>
  <w:style w:type="paragraph" w:customStyle="1" w:styleId="055C124B9957406F84AD96EFE8545587">
    <w:name w:val="055C124B9957406F84AD96EFE85455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C7285F12CC7A43BBE22E3562F683B6" ma:contentTypeVersion="10" ma:contentTypeDescription="Crée un document." ma:contentTypeScope="" ma:versionID="00c8e60b63a34cf018951027995db7c4">
  <xsd:schema xmlns:xsd="http://www.w3.org/2001/XMLSchema" xmlns:xs="http://www.w3.org/2001/XMLSchema" xmlns:p="http://schemas.microsoft.com/office/2006/metadata/properties" xmlns:ns2="764610a0-602b-4a54-b8cc-26e3734cc08d" xmlns:ns3="314d8e3a-19b4-41b1-9d9e-8757b65e3156" targetNamespace="http://schemas.microsoft.com/office/2006/metadata/properties" ma:root="true" ma:fieldsID="a6ce8c89b89895763d551abc5d57d89b" ns2:_="" ns3:_="">
    <xsd:import namespace="764610a0-602b-4a54-b8cc-26e3734cc08d"/>
    <xsd:import namespace="314d8e3a-19b4-41b1-9d9e-8757b65e31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610a0-602b-4a54-b8cc-26e3734cc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8af4f9d-9adc-4f5a-b84e-6fc427023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d8e3a-19b4-41b1-9d9e-8757b65e31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c34938-5e3d-486e-ae7e-2db1a3719549}" ma:internalName="TaxCatchAll" ma:showField="CatchAllData" ma:web="314d8e3a-19b4-41b1-9d9e-8757b65e31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4d8e3a-19b4-41b1-9d9e-8757b65e3156" xsi:nil="true"/>
    <lcf76f155ced4ddcb4097134ff3c332f xmlns="764610a0-602b-4a54-b8cc-26e3734cc08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C34EB-3F29-4B8D-9238-780514FB70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BBE16-8D9E-4F8B-BBA1-3F1E4D53E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4610a0-602b-4a54-b8cc-26e3734cc08d"/>
    <ds:schemaRef ds:uri="314d8e3a-19b4-41b1-9d9e-8757b65e31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A6EB2A-8C47-44FA-8E18-53778EEF49C6}">
  <ds:schemaRefs>
    <ds:schemaRef ds:uri="http://schemas.microsoft.com/office/2006/metadata/properties"/>
    <ds:schemaRef ds:uri="http://schemas.microsoft.com/office/infopath/2007/PartnerControls"/>
    <ds:schemaRef ds:uri="314d8e3a-19b4-41b1-9d9e-8757b65e3156"/>
    <ds:schemaRef ds:uri="764610a0-602b-4a54-b8cc-26e3734cc08d"/>
  </ds:schemaRefs>
</ds:datastoreItem>
</file>

<file path=customXml/itemProps4.xml><?xml version="1.0" encoding="utf-8"?>
<ds:datastoreItem xmlns:ds="http://schemas.openxmlformats.org/officeDocument/2006/customXml" ds:itemID="{42A333CE-92B3-4D6F-827F-E246E7ED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2 RC - Fiche entreprise</Template>
  <TotalTime>1</TotalTime>
  <Pages>5</Pages>
  <Words>1100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Gigante Martine</dc:creator>
  <cp:lastModifiedBy>Gigante Martine</cp:lastModifiedBy>
  <cp:revision>1</cp:revision>
  <dcterms:created xsi:type="dcterms:W3CDTF">2026-01-13T10:56:00Z</dcterms:created>
  <dcterms:modified xsi:type="dcterms:W3CDTF">2026-01-13T10:57:00Z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0x0101007AC7285F12CC7A43BBE22E3562F683B6</vt:lpwstr>
  </property>
</Properties>
</file>